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77777777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4026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2020-2023 </w:t>
      </w:r>
    </w:p>
    <w:p w14:paraId="40183FC3" w14:textId="42D640B9" w:rsidR="00445970" w:rsidRPr="00771BAA" w:rsidRDefault="00445970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71BAA">
        <w:rPr>
          <w:rFonts w:ascii="Corbel" w:hAnsi="Corbel"/>
          <w:sz w:val="20"/>
          <w:szCs w:val="20"/>
        </w:rPr>
        <w:t xml:space="preserve">Rok akademicki  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C4026A" w:rsidRPr="00771BAA">
        <w:rPr>
          <w:rFonts w:ascii="Corbel" w:hAnsi="Corbel"/>
          <w:sz w:val="20"/>
          <w:szCs w:val="20"/>
        </w:rPr>
        <w:t>2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C4026A" w:rsidRPr="00771BAA">
        <w:rPr>
          <w:rFonts w:ascii="Corbel" w:hAnsi="Corbel"/>
          <w:sz w:val="20"/>
          <w:szCs w:val="20"/>
        </w:rPr>
        <w:t>3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E/I/EiZSP/C-1.11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432B701E" w:rsidR="007975CE" w:rsidRPr="003A05CB" w:rsidRDefault="003A05C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05C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2E20C87D" w:rsidR="00015B8F" w:rsidRPr="00827798" w:rsidRDefault="003A05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7777777" w:rsidR="009C54AE" w:rsidRPr="00827798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zaliczenie z oceną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(casestudy)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77777777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5799C30F" w14:textId="6859D8CE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66E75A24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64C464D1" w14:textId="77777777" w:rsidR="00F22808" w:rsidRPr="00827798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5775FCA8" w:rsidR="00BE3D8F" w:rsidRPr="00827798" w:rsidRDefault="003A05C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6503FEA6" w:rsidR="00BE3D8F" w:rsidRPr="00827798" w:rsidRDefault="003A05C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>2014-2020, Wyd. OnePress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8329B" w14:textId="77777777" w:rsidR="00511EA5" w:rsidRDefault="00511EA5" w:rsidP="00C16ABF">
      <w:pPr>
        <w:spacing w:after="0" w:line="240" w:lineRule="auto"/>
      </w:pPr>
      <w:r>
        <w:separator/>
      </w:r>
    </w:p>
  </w:endnote>
  <w:endnote w:type="continuationSeparator" w:id="0">
    <w:p w14:paraId="490A9DC4" w14:textId="77777777" w:rsidR="00511EA5" w:rsidRDefault="00511E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BEAD7" w14:textId="77777777" w:rsidR="00511EA5" w:rsidRDefault="00511EA5" w:rsidP="00C16ABF">
      <w:pPr>
        <w:spacing w:after="0" w:line="240" w:lineRule="auto"/>
      </w:pPr>
      <w:r>
        <w:separator/>
      </w:r>
    </w:p>
  </w:footnote>
  <w:footnote w:type="continuationSeparator" w:id="0">
    <w:p w14:paraId="5EA72615" w14:textId="77777777" w:rsidR="00511EA5" w:rsidRDefault="00511EA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5C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EA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DE132C8-14BD-46BC-9654-0F81D6DC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A015AC-B407-44EE-AC70-16D770DD9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F0FF74-C85F-46A8-9692-D2A52727B3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2020-10-06T11:17:00Z</dcterms:created>
  <dcterms:modified xsi:type="dcterms:W3CDTF">2020-12-11T20:23:00Z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